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0B39B6" w:rsidRPr="001A64B2" w:rsidRDefault="00CD6897" w:rsidP="000B39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39B6" w:rsidRPr="001A64B2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0B39B6" w:rsidRPr="001A64B2">
        <w:rPr>
          <w:rFonts w:ascii="Corbel" w:hAnsi="Corbel"/>
          <w:bCs/>
          <w:i/>
        </w:rPr>
        <w:t>UR</w:t>
      </w:r>
      <w:proofErr w:type="spellEnd"/>
      <w:r w:rsidR="000B39B6" w:rsidRPr="001A64B2">
        <w:rPr>
          <w:rFonts w:ascii="Corbel" w:hAnsi="Corbel"/>
          <w:bCs/>
          <w:i/>
        </w:rPr>
        <w:t xml:space="preserve">  nr 12/2019</w:t>
      </w:r>
    </w:p>
    <w:p w14:paraId="598A8AA9" w14:textId="77777777" w:rsidR="000B39B6" w:rsidRPr="001A64B2" w:rsidRDefault="000B39B6" w:rsidP="000B39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64B2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A64B2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85747A" w:rsidRPr="001A64B2" w:rsidRDefault="0085747A" w:rsidP="000B39B6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A64B2">
        <w:rPr>
          <w:rFonts w:ascii="Corbel" w:hAnsi="Corbel"/>
          <w:szCs w:val="24"/>
        </w:rPr>
        <w:t xml:space="preserve">1. </w:t>
      </w:r>
      <w:r w:rsidR="0085747A" w:rsidRPr="001A64B2">
        <w:rPr>
          <w:rFonts w:ascii="Corbel" w:hAnsi="Corbel"/>
          <w:szCs w:val="24"/>
        </w:rPr>
        <w:t xml:space="preserve">Podstawowe </w:t>
      </w:r>
      <w:r w:rsidR="00445970" w:rsidRPr="001A64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64B2" w14:paraId="6FA5B3EC" w14:textId="77777777" w:rsidTr="00B819C8">
        <w:tc>
          <w:tcPr>
            <w:tcW w:w="2694" w:type="dxa"/>
            <w:vAlign w:val="center"/>
          </w:tcPr>
          <w:p w14:paraId="59701564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4C84B9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1A64B2" w14:paraId="2A72A1C9" w14:textId="77777777" w:rsidTr="00B819C8">
        <w:tc>
          <w:tcPr>
            <w:tcW w:w="2694" w:type="dxa"/>
            <w:vAlign w:val="center"/>
          </w:tcPr>
          <w:p w14:paraId="4CA29152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1D7007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UB</w:t>
            </w:r>
            <w:proofErr w:type="spellEnd"/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85747A" w:rsidRPr="001A64B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1A64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A64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A64B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1A64B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A64B2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1A64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A64B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bookmarkStart w:id="0" w:name="_GoBack"/>
            <w:bookmarkEnd w:id="0"/>
            <w:proofErr w:type="spellEnd"/>
          </w:p>
        </w:tc>
      </w:tr>
      <w:tr w:rsidR="0085747A" w:rsidRPr="001A64B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1A64B2" w:rsidRDefault="0017512A" w:rsidP="000B39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A64B2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A64B2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1A64B2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A64B2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1A64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A64B2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1A64B2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DE066A3" w14:textId="50F698F3" w:rsidR="0085747A" w:rsidRPr="001A64B2" w:rsidRDefault="0085747A" w:rsidP="61121B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1A64B2">
        <w:rPr>
          <w:rFonts w:ascii="Corbel" w:hAnsi="Corbel"/>
          <w:b w:val="0"/>
          <w:sz w:val="24"/>
          <w:szCs w:val="24"/>
        </w:rPr>
        <w:t>e,</w:t>
      </w:r>
      <w:r w:rsidR="06CD204F" w:rsidRPr="001A64B2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1A64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="00E22FBC" w:rsidRPr="001A64B2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1A64B2">
        <w:rPr>
          <w:rFonts w:ascii="Corbel" w:hAnsi="Corbel"/>
          <w:sz w:val="24"/>
          <w:szCs w:val="24"/>
        </w:rPr>
        <w:t>ECTS</w:t>
      </w:r>
      <w:proofErr w:type="spellEnd"/>
      <w:r w:rsidRPr="001A64B2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1A64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1A64B2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1A64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="00363F78" w:rsidRPr="001A64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Wykł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Konw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Sem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Prakt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5F73D9DA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35597A">
              <w:rPr>
                <w:rFonts w:ascii="Corbel" w:hAnsi="Corbel"/>
                <w:szCs w:val="24"/>
              </w:rPr>
              <w:t>ćwiczenia warsztatowe</w:t>
            </w:r>
            <w:r w:rsidRPr="001A64B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="00B90885" w:rsidRPr="001A64B2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1A64B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1A64B2" w14:paraId="49557C15" w14:textId="77777777" w:rsidTr="000B39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1A64B2" w:rsidRDefault="00FB0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5AD804AF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2117761C" w:rsidR="00015B8F" w:rsidRPr="001A64B2" w:rsidRDefault="00587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A64B2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1A64B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A64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="00E22FBC" w:rsidRPr="001A64B2">
        <w:rPr>
          <w:rFonts w:ascii="Corbel" w:hAnsi="Corbel"/>
          <w:smallCaps w:val="0"/>
          <w:szCs w:val="24"/>
        </w:rPr>
        <w:t>2</w:t>
      </w:r>
      <w:r w:rsidR="00F83B28" w:rsidRPr="001A64B2">
        <w:rPr>
          <w:rFonts w:ascii="Corbel" w:hAnsi="Corbel"/>
          <w:smallCaps w:val="0"/>
          <w:szCs w:val="24"/>
        </w:rPr>
        <w:t>.</w:t>
      </w:r>
      <w:r w:rsidR="00F83B28"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A64B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MS Gothic" w:eastAsia="MS Gothic" w:hAnsi="MS Gothic" w:cs="MS Gothic" w:hint="eastAsia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0B39B6" w:rsidRPr="001A64B2" w:rsidRDefault="000B39B6" w:rsidP="000B39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3E2C9D8" w:rsidR="000B39B6" w:rsidRPr="001A64B2" w:rsidRDefault="00FA015D" w:rsidP="000B39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B39B6" w:rsidRPr="001A64B2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960BB" w:rsidRPr="001A64B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3AD6E96C" w14:textId="77777777" w:rsidTr="00745302">
        <w:tc>
          <w:tcPr>
            <w:tcW w:w="9670" w:type="dxa"/>
          </w:tcPr>
          <w:p w14:paraId="4C32CCB3" w14:textId="77777777" w:rsidR="0085747A" w:rsidRPr="001A64B2" w:rsidRDefault="00E51F0A" w:rsidP="000B39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656B9AB" w14:textId="77777777" w:rsidR="00153C41" w:rsidRPr="001A64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0B39B6" w:rsidRPr="001A64B2" w:rsidRDefault="000B39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>3.</w:t>
      </w:r>
      <w:r w:rsidR="00A84C85" w:rsidRPr="001A64B2">
        <w:rPr>
          <w:rFonts w:ascii="Corbel" w:hAnsi="Corbel"/>
          <w:szCs w:val="24"/>
        </w:rPr>
        <w:t>cele, efekty uczenia się</w:t>
      </w:r>
      <w:r w:rsidR="0085747A" w:rsidRPr="001A64B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1A64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A64B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1A64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1A64B2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1A64B2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1A64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="001D7B54" w:rsidRPr="001A64B2">
        <w:rPr>
          <w:rFonts w:ascii="Corbel" w:hAnsi="Corbel"/>
          <w:b/>
          <w:sz w:val="24"/>
          <w:szCs w:val="24"/>
        </w:rPr>
        <w:t xml:space="preserve">Efekty </w:t>
      </w:r>
      <w:r w:rsidR="00C05F44" w:rsidRPr="001A64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A64B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1A64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A64B2" w14:paraId="05F1B0B3" w14:textId="77777777" w:rsidTr="24AFD922">
        <w:tc>
          <w:tcPr>
            <w:tcW w:w="1681" w:type="dxa"/>
            <w:vAlign w:val="center"/>
          </w:tcPr>
          <w:p w14:paraId="41C145ED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64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1A64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1A64B2" w:rsidRDefault="0085747A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1A64B2" w14:paraId="7B5F3A2C" w14:textId="77777777" w:rsidTr="24AFD922">
        <w:tc>
          <w:tcPr>
            <w:tcW w:w="1681" w:type="dxa"/>
          </w:tcPr>
          <w:p w14:paraId="4FCA5964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3</w:t>
            </w:r>
          </w:p>
          <w:p w14:paraId="3CDE09E3" w14:textId="78873C09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="1C191FCA" w:rsidRPr="001A64B2">
              <w:rPr>
                <w:rFonts w:ascii="Corbel" w:hAnsi="Corbel" w:cs="Times New Roman"/>
              </w:rPr>
              <w:t>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</w:tc>
      </w:tr>
      <w:tr w:rsidR="00E51F0A" w:rsidRPr="001A64B2" w14:paraId="02E2480D" w14:textId="77777777" w:rsidTr="24AFD922">
        <w:tc>
          <w:tcPr>
            <w:tcW w:w="1681" w:type="dxa"/>
          </w:tcPr>
          <w:p w14:paraId="56A76B19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00E51F0A" w:rsidRPr="001A64B2" w14:paraId="29307519" w14:textId="77777777" w:rsidTr="24AFD922">
        <w:tc>
          <w:tcPr>
            <w:tcW w:w="1681" w:type="dxa"/>
          </w:tcPr>
          <w:p w14:paraId="41960800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14:paraId="5E6EAEE4" w14:textId="77777777" w:rsidR="00E51F0A" w:rsidRPr="001A64B2" w:rsidRDefault="00E51F0A" w:rsidP="00DC1B6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</w:tc>
      </w:tr>
      <w:tr w:rsidR="00E51F0A" w:rsidRPr="001A64B2" w14:paraId="59E56137" w14:textId="77777777" w:rsidTr="24AFD922">
        <w:tc>
          <w:tcPr>
            <w:tcW w:w="1681" w:type="dxa"/>
          </w:tcPr>
          <w:p w14:paraId="002D746F" w14:textId="70176A37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84737CF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1A64B2" w:rsidRDefault="00E51F0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6E723246" w14:textId="77777777" w:rsidR="00E51F0A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  <w:p w14:paraId="17B67F8B" w14:textId="42E4DF59" w:rsidR="0062004D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24AFD922" w:rsidRPr="001A64B2" w14:paraId="275745A6" w14:textId="77777777" w:rsidTr="24AFD922">
        <w:tc>
          <w:tcPr>
            <w:tcW w:w="1681" w:type="dxa"/>
          </w:tcPr>
          <w:p w14:paraId="47523718" w14:textId="3FB0FDCD" w:rsidR="0ED0DA13" w:rsidRPr="001A64B2" w:rsidRDefault="0ED0DA13" w:rsidP="24AFD922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D4C6FB4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14:paraId="6CC03960" w14:textId="60C564AB" w:rsidR="3B53416C" w:rsidRPr="001A64B2" w:rsidRDefault="3B53416C" w:rsidP="24AFD922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="34F20312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14:paraId="696D4151" w14:textId="77777777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14:paraId="0CA1D9CC" w14:textId="7BDD58DD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K_U12</w:t>
            </w:r>
          </w:p>
        </w:tc>
      </w:tr>
      <w:tr w:rsidR="00E51F0A" w:rsidRPr="001A64B2" w14:paraId="1E71A6C1" w14:textId="77777777" w:rsidTr="24AFD922">
        <w:tc>
          <w:tcPr>
            <w:tcW w:w="1681" w:type="dxa"/>
          </w:tcPr>
          <w:p w14:paraId="78C3198C" w14:textId="14D2BCEB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5D49239A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1A64B2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14:paraId="37643912" w14:textId="77777777" w:rsidR="00DC1B67" w:rsidRPr="001A64B2" w:rsidRDefault="00DC1B67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K_K04</w:t>
            </w:r>
          </w:p>
        </w:tc>
      </w:tr>
    </w:tbl>
    <w:p w14:paraId="4B99056E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1A64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="0085747A" w:rsidRPr="001A64B2">
        <w:rPr>
          <w:rFonts w:ascii="Corbel" w:hAnsi="Corbel"/>
          <w:b/>
          <w:sz w:val="24"/>
          <w:szCs w:val="24"/>
        </w:rPr>
        <w:t>T</w:t>
      </w:r>
      <w:r w:rsidR="001D7B54" w:rsidRPr="001A64B2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0B39B6" w:rsidRPr="001A64B2" w:rsidRDefault="000B39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1A64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A64B2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1A64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587EA2A8" w14:textId="77777777" w:rsidTr="00E51F0A">
        <w:tc>
          <w:tcPr>
            <w:tcW w:w="9520" w:type="dxa"/>
          </w:tcPr>
          <w:p w14:paraId="35113026" w14:textId="77777777" w:rsidR="0085747A" w:rsidRPr="001A64B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1A64B2" w14:paraId="07E2B86C" w14:textId="77777777" w:rsidTr="00E51F0A">
        <w:tc>
          <w:tcPr>
            <w:tcW w:w="9520" w:type="dxa"/>
          </w:tcPr>
          <w:p w14:paraId="48C9E61C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1A64B2" w14:paraId="100AD789" w14:textId="77777777" w:rsidTr="00E51F0A">
        <w:tc>
          <w:tcPr>
            <w:tcW w:w="9520" w:type="dxa"/>
          </w:tcPr>
          <w:p w14:paraId="38AFC42E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1A64B2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1A64B2" w14:paraId="730DD6B5" w14:textId="77777777" w:rsidTr="00E51F0A">
        <w:tc>
          <w:tcPr>
            <w:tcW w:w="9520" w:type="dxa"/>
          </w:tcPr>
          <w:p w14:paraId="53CDCF79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1A64B2" w14:paraId="21FC8F53" w14:textId="77777777" w:rsidTr="00E51F0A">
        <w:tc>
          <w:tcPr>
            <w:tcW w:w="9520" w:type="dxa"/>
          </w:tcPr>
          <w:p w14:paraId="280E220A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3CF2D8B6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1A64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3.4 Metody dydaktyczne</w:t>
      </w:r>
    </w:p>
    <w:p w14:paraId="6EA40FF2" w14:textId="77777777" w:rsidR="00E34AED" w:rsidRPr="001A64B2" w:rsidRDefault="00E51F0A" w:rsidP="00E34AE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 xml:space="preserve">Ćwiczenia: </w:t>
      </w:r>
      <w:r w:rsidR="00E34AED" w:rsidRPr="001A64B2">
        <w:rPr>
          <w:rFonts w:ascii="Corbel" w:hAnsi="Corbel"/>
          <w:b w:val="0"/>
          <w:smallCaps w:val="0"/>
          <w:szCs w:val="24"/>
        </w:rPr>
        <w:t>gra dydaktyczna, praca indywidualna i w grupach,  dyskusja</w:t>
      </w:r>
      <w:r w:rsidR="000B39B6" w:rsidRPr="001A64B2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1A64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="0085747A" w:rsidRPr="001A64B2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1A64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A64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A64B2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A64B2" w14:paraId="3CD72C34" w14:textId="77777777" w:rsidTr="24AFD922">
        <w:tc>
          <w:tcPr>
            <w:tcW w:w="1962" w:type="dxa"/>
            <w:vAlign w:val="center"/>
          </w:tcPr>
          <w:p w14:paraId="59C1A4F7" w14:textId="77777777" w:rsidR="0085747A" w:rsidRPr="001A64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1A64B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1A64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1A64B2" w14:paraId="11A93070" w14:textId="77777777" w:rsidTr="24AFD922">
        <w:tc>
          <w:tcPr>
            <w:tcW w:w="1962" w:type="dxa"/>
          </w:tcPr>
          <w:p w14:paraId="24D59B3A" w14:textId="21F58949" w:rsidR="002F5D29" w:rsidRPr="001A64B2" w:rsidRDefault="5A8C6B16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7D442E2" w14:textId="77777777" w:rsidTr="24AFD922">
        <w:tc>
          <w:tcPr>
            <w:tcW w:w="1962" w:type="dxa"/>
          </w:tcPr>
          <w:p w14:paraId="696357ED" w14:textId="7C18D777" w:rsidR="002F5D29" w:rsidRPr="001A64B2" w:rsidRDefault="5001EC42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379E25D" w14:textId="77777777" w:rsidTr="24AFD922">
        <w:tc>
          <w:tcPr>
            <w:tcW w:w="1962" w:type="dxa"/>
          </w:tcPr>
          <w:p w14:paraId="1D652CBC" w14:textId="77777777" w:rsidR="002F5D29" w:rsidRPr="001A64B2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5B7D115A" w14:textId="77777777" w:rsidTr="24AFD922">
        <w:tc>
          <w:tcPr>
            <w:tcW w:w="1962" w:type="dxa"/>
          </w:tcPr>
          <w:p w14:paraId="54104451" w14:textId="77777777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7D44410C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7DB42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0B2AC50E" w14:textId="77777777" w:rsidTr="24AFD922">
        <w:tc>
          <w:tcPr>
            <w:tcW w:w="1962" w:type="dxa"/>
          </w:tcPr>
          <w:p w14:paraId="215502D1" w14:textId="7DC0EDC4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462A672E" w:rsidRPr="001A64B2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0E6875F2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84350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1B1E67E6" w14:textId="77777777" w:rsidTr="24AFD922">
        <w:tc>
          <w:tcPr>
            <w:tcW w:w="1962" w:type="dxa"/>
          </w:tcPr>
          <w:p w14:paraId="27221984" w14:textId="3F32A502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6C456F3C" w:rsidRPr="001A64B2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88F09A7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6E5C6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14:paraId="62EBF3C5" w14:textId="77777777" w:rsidR="00923D7D" w:rsidRPr="001A64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1A64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="0085747A" w:rsidRPr="001A64B2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7E7BA76D" w14:textId="77777777" w:rsidTr="1DE2ACFE">
        <w:tc>
          <w:tcPr>
            <w:tcW w:w="9670" w:type="dxa"/>
          </w:tcPr>
          <w:p w14:paraId="64C85843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1A64B2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2E6E57E9" w14:textId="7B8C1662" w:rsidR="0085747A" w:rsidRPr="001A64B2" w:rsidRDefault="3903DB34" w:rsidP="24AFD9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="354E045F" w:rsidRPr="001A64B2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14:paraId="5997CC1D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1A64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="00C61DC5" w:rsidRPr="001A64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1A64B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1A64B2">
        <w:rPr>
          <w:rFonts w:ascii="Corbel" w:hAnsi="Corbel"/>
          <w:b/>
          <w:sz w:val="24"/>
          <w:szCs w:val="24"/>
        </w:rPr>
        <w:t xml:space="preserve"> </w:t>
      </w:r>
    </w:p>
    <w:p w14:paraId="110FFD37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A64B2" w14:paraId="3808A828" w14:textId="77777777" w:rsidTr="61121B81">
        <w:tc>
          <w:tcPr>
            <w:tcW w:w="4962" w:type="dxa"/>
            <w:vAlign w:val="center"/>
          </w:tcPr>
          <w:p w14:paraId="4C452BB7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A64B2" w14:paraId="33472E7B" w14:textId="77777777" w:rsidTr="61121B81">
        <w:tc>
          <w:tcPr>
            <w:tcW w:w="4962" w:type="dxa"/>
          </w:tcPr>
          <w:p w14:paraId="1943409D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64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64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A64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22BFD418" w:rsidR="0085747A" w:rsidRPr="001A64B2" w:rsidRDefault="005879C4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1A64B2" w14:paraId="096DB874" w14:textId="77777777" w:rsidTr="61121B81">
        <w:tc>
          <w:tcPr>
            <w:tcW w:w="4962" w:type="dxa"/>
          </w:tcPr>
          <w:p w14:paraId="2750A6CD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A64B2" w14:paraId="52C70F90" w14:textId="77777777" w:rsidTr="61121B81">
        <w:tc>
          <w:tcPr>
            <w:tcW w:w="4962" w:type="dxa"/>
          </w:tcPr>
          <w:p w14:paraId="4AC39FE3" w14:textId="23C2DA72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– praca własna</w:t>
            </w:r>
            <w:r w:rsidR="7BA874C0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="5425D4B2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576E8" w14:textId="34251478" w:rsidR="00C61DC5" w:rsidRPr="001A64B2" w:rsidRDefault="005879C4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1A64B2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1A64B2" w14:paraId="4D6280AD" w14:textId="77777777" w:rsidTr="61121B81">
        <w:tc>
          <w:tcPr>
            <w:tcW w:w="4962" w:type="dxa"/>
          </w:tcPr>
          <w:p w14:paraId="3D4B2727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A64B2" w14:paraId="0AD00C0E" w14:textId="77777777" w:rsidTr="61121B81">
        <w:tc>
          <w:tcPr>
            <w:tcW w:w="4962" w:type="dxa"/>
          </w:tcPr>
          <w:p w14:paraId="5FD1C35E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1A64B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A64B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1A64B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1A64B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699379" w14:textId="77777777" w:rsidR="003E1941" w:rsidRPr="001A64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="0085747A" w:rsidRPr="001A64B2">
        <w:rPr>
          <w:rFonts w:ascii="Corbel" w:hAnsi="Corbel"/>
          <w:smallCaps w:val="0"/>
          <w:szCs w:val="24"/>
        </w:rPr>
        <w:t>PRAKTYKI ZAWO</w:t>
      </w:r>
      <w:r w:rsidR="009D3F3B" w:rsidRPr="001A64B2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7"/>
        <w:gridCol w:w="5302"/>
      </w:tblGrid>
      <w:tr w:rsidR="0085747A" w:rsidRPr="001A64B2" w14:paraId="5454FE01" w14:textId="77777777" w:rsidTr="00386E73">
        <w:trPr>
          <w:trHeight w:val="397"/>
          <w:jc w:val="center"/>
        </w:trPr>
        <w:tc>
          <w:tcPr>
            <w:tcW w:w="4082" w:type="dxa"/>
          </w:tcPr>
          <w:p w14:paraId="146D6691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6A09E912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A64B2" w14:paraId="5BCC8499" w14:textId="77777777" w:rsidTr="00386E73">
        <w:trPr>
          <w:trHeight w:val="397"/>
          <w:jc w:val="center"/>
        </w:trPr>
        <w:tc>
          <w:tcPr>
            <w:tcW w:w="4082" w:type="dxa"/>
          </w:tcPr>
          <w:p w14:paraId="05EFD703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3E67AC6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1A64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7. </w:t>
      </w:r>
      <w:r w:rsidR="0085747A" w:rsidRPr="001A64B2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A64B2" w14:paraId="3F4A138F" w14:textId="77777777" w:rsidTr="00386E73">
        <w:trPr>
          <w:trHeight w:val="397"/>
        </w:trPr>
        <w:tc>
          <w:tcPr>
            <w:tcW w:w="9072" w:type="dxa"/>
          </w:tcPr>
          <w:p w14:paraId="729C9695" w14:textId="77777777" w:rsidR="0085747A" w:rsidRPr="001A64B2" w:rsidRDefault="0085747A" w:rsidP="00437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F7BEBA3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437959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49F95DB5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0B4AA069" w14:textId="77777777" w:rsidR="00574E4D" w:rsidRPr="001A64B2" w:rsidRDefault="00574E4D" w:rsidP="0043795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1A64B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437959" w:rsidRPr="001A64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1A64B2" w14:paraId="79532E08" w14:textId="77777777" w:rsidTr="00386E73">
        <w:trPr>
          <w:trHeight w:val="397"/>
        </w:trPr>
        <w:tc>
          <w:tcPr>
            <w:tcW w:w="9072" w:type="dxa"/>
          </w:tcPr>
          <w:p w14:paraId="1616B1D9" w14:textId="77777777" w:rsidR="0085747A" w:rsidRPr="006911E9" w:rsidRDefault="0085747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11E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2F439F66" w14:textId="77777777" w:rsidR="00574E4D" w:rsidRPr="001A64B2" w:rsidRDefault="1DC9E965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6E959CDB" w14:textId="6025FB84" w:rsidR="00574E4D" w:rsidRPr="001A64B2" w:rsidRDefault="378DA14D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Sosnowiec 201</w:t>
            </w:r>
            <w:r w:rsidR="1DC9E965" w:rsidRPr="001A64B2">
              <w:rPr>
                <w:rFonts w:ascii="Corbel" w:hAnsi="Corbel"/>
                <w:sz w:val="24"/>
                <w:szCs w:val="24"/>
              </w:rPr>
              <w:t>5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5DF8C728" w:rsidR="00574E4D" w:rsidRPr="001A64B2" w:rsidRDefault="1B7615D1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Warszawa</w:t>
            </w:r>
            <w:r w:rsidR="6E84744F" w:rsidRPr="001A64B2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14:paraId="61CDCEAD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F139C">
      <w:pgSz w:w="11906" w:h="16838"/>
      <w:pgMar w:top="1134" w:right="1134" w:bottom="1134" w:left="1134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0BC44" w14:textId="77777777" w:rsidR="0050530B" w:rsidRDefault="0050530B" w:rsidP="00C16ABF">
      <w:pPr>
        <w:spacing w:after="0" w:line="240" w:lineRule="auto"/>
      </w:pPr>
      <w:r>
        <w:separator/>
      </w:r>
    </w:p>
  </w:endnote>
  <w:endnote w:type="continuationSeparator" w:id="0">
    <w:p w14:paraId="78C98293" w14:textId="77777777" w:rsidR="0050530B" w:rsidRDefault="005053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AD1D5" w14:textId="77777777" w:rsidR="0050530B" w:rsidRDefault="0050530B" w:rsidP="00C16ABF">
      <w:pPr>
        <w:spacing w:after="0" w:line="240" w:lineRule="auto"/>
      </w:pPr>
      <w:r>
        <w:separator/>
      </w:r>
    </w:p>
  </w:footnote>
  <w:footnote w:type="continuationSeparator" w:id="0">
    <w:p w14:paraId="10BFD9B3" w14:textId="77777777" w:rsidR="0050530B" w:rsidRDefault="0050530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D5D1C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64B2"/>
    <w:rsid w:val="001A70D2"/>
    <w:rsid w:val="001D657B"/>
    <w:rsid w:val="001D7B54"/>
    <w:rsid w:val="001E0209"/>
    <w:rsid w:val="001F2CA2"/>
    <w:rsid w:val="001F588D"/>
    <w:rsid w:val="00203691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549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568C"/>
    <w:rsid w:val="00346FE9"/>
    <w:rsid w:val="0034759A"/>
    <w:rsid w:val="003503F6"/>
    <w:rsid w:val="003530DD"/>
    <w:rsid w:val="00353D65"/>
    <w:rsid w:val="0035597A"/>
    <w:rsid w:val="00363F78"/>
    <w:rsid w:val="00386DBB"/>
    <w:rsid w:val="00386E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30B"/>
    <w:rsid w:val="00507413"/>
    <w:rsid w:val="00513B6F"/>
    <w:rsid w:val="00517C63"/>
    <w:rsid w:val="00526F3B"/>
    <w:rsid w:val="005363C4"/>
    <w:rsid w:val="00536BDE"/>
    <w:rsid w:val="00543ACC"/>
    <w:rsid w:val="0055221B"/>
    <w:rsid w:val="0056696D"/>
    <w:rsid w:val="00574E4D"/>
    <w:rsid w:val="005879C4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54CC7"/>
    <w:rsid w:val="006620D9"/>
    <w:rsid w:val="00671958"/>
    <w:rsid w:val="00675843"/>
    <w:rsid w:val="00684D02"/>
    <w:rsid w:val="006911E9"/>
    <w:rsid w:val="00693A7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7083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40CB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9C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39C"/>
    <w:rsid w:val="00F070AB"/>
    <w:rsid w:val="00F17567"/>
    <w:rsid w:val="00F27A7B"/>
    <w:rsid w:val="00F526AF"/>
    <w:rsid w:val="00F617C3"/>
    <w:rsid w:val="00F7066B"/>
    <w:rsid w:val="00F83B28"/>
    <w:rsid w:val="00F948C1"/>
    <w:rsid w:val="00F974DA"/>
    <w:rsid w:val="00FA015D"/>
    <w:rsid w:val="00FA46E5"/>
    <w:rsid w:val="00FB0CEF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42FB2-21BD-4F78-AE73-93DB7DAD8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EF36FF-8651-40FE-AB7F-3B359939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779</Words>
  <Characters>4680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2020-12-20T05:39:00Z</dcterms:created>
  <dcterms:modified xsi:type="dcterms:W3CDTF">2021-03-01T12:35:00Z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